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EDD" w:rsidRPr="00E93423" w:rsidRDefault="00074EDD" w:rsidP="005F52C6">
      <w:pPr>
        <w:spacing w:after="0" w:line="240" w:lineRule="auto"/>
        <w:ind w:left="11057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 w:rsidRPr="00E93423">
        <w:rPr>
          <w:rFonts w:ascii="Times New Roman" w:hAnsi="Times New Roman"/>
          <w:noProof/>
          <w:sz w:val="28"/>
          <w:szCs w:val="28"/>
          <w:lang w:val="uk-UA"/>
        </w:rPr>
        <w:t>Додаток 8</w:t>
      </w:r>
    </w:p>
    <w:p w:rsidR="00074EDD" w:rsidRDefault="00074EDD" w:rsidP="00B64CB5">
      <w:pPr>
        <w:spacing w:after="0" w:line="240" w:lineRule="auto"/>
        <w:ind w:left="7938" w:right="-311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 xml:space="preserve">                                             до прогнозу  районного </w:t>
      </w:r>
    </w:p>
    <w:p w:rsidR="00074EDD" w:rsidRDefault="00074EDD" w:rsidP="00B64CB5">
      <w:pPr>
        <w:spacing w:after="0" w:line="240" w:lineRule="auto"/>
        <w:ind w:left="7938" w:right="-311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 xml:space="preserve">                                              бюджету                                                                                                                                                         </w:t>
      </w:r>
    </w:p>
    <w:p w:rsidR="00074EDD" w:rsidRDefault="00074EDD" w:rsidP="00B64CB5">
      <w:pPr>
        <w:spacing w:after="0" w:line="240" w:lineRule="auto"/>
        <w:ind w:left="7938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 xml:space="preserve">                                             Володимир-Волинського </w:t>
      </w:r>
    </w:p>
    <w:p w:rsidR="00074EDD" w:rsidRDefault="00074EDD" w:rsidP="00B64CB5">
      <w:pPr>
        <w:spacing w:after="0" w:line="240" w:lineRule="auto"/>
        <w:ind w:left="7938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 xml:space="preserve">                                              району</w:t>
      </w:r>
    </w:p>
    <w:p w:rsidR="00074EDD" w:rsidRPr="00E93423" w:rsidRDefault="00074EDD" w:rsidP="00B64CB5">
      <w:pPr>
        <w:spacing w:after="0" w:line="240" w:lineRule="auto"/>
        <w:ind w:left="11057" w:right="-558"/>
        <w:rPr>
          <w:rFonts w:ascii="Times New Roman" w:hAnsi="Times New Roman"/>
          <w:noProof/>
          <w:sz w:val="28"/>
          <w:szCs w:val="28"/>
          <w:lang w:val="uk-UA"/>
        </w:rPr>
      </w:pPr>
      <w:r w:rsidRPr="00E93423">
        <w:rPr>
          <w:rFonts w:ascii="Times New Roman" w:hAnsi="Times New Roman"/>
          <w:noProof/>
          <w:sz w:val="28"/>
          <w:szCs w:val="28"/>
          <w:lang w:val="uk-UA"/>
        </w:rPr>
        <w:t>(абзац четвертий розділу VI)</w:t>
      </w:r>
    </w:p>
    <w:p w:rsidR="00074EDD" w:rsidRPr="00E93423" w:rsidRDefault="00074EDD" w:rsidP="00C6331D">
      <w:pPr>
        <w:spacing w:after="0" w:line="360" w:lineRule="auto"/>
        <w:ind w:left="2268" w:firstLine="3261"/>
        <w:rPr>
          <w:rFonts w:ascii="Times New Roman" w:hAnsi="Times New Roman"/>
          <w:noProof/>
          <w:sz w:val="28"/>
          <w:szCs w:val="28"/>
          <w:lang w:val="uk-UA"/>
        </w:rPr>
      </w:pPr>
    </w:p>
    <w:p w:rsidR="00074EDD" w:rsidRPr="00E93423" w:rsidRDefault="00074EDD" w:rsidP="00C6331D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  <w:lang w:val="uk-UA"/>
        </w:rPr>
      </w:pPr>
      <w:r w:rsidRPr="00E93423">
        <w:rPr>
          <w:rFonts w:ascii="Times New Roman" w:hAnsi="Times New Roman"/>
          <w:b/>
          <w:noProof/>
          <w:sz w:val="28"/>
          <w:szCs w:val="28"/>
          <w:lang w:val="uk-UA"/>
        </w:rPr>
        <w:t xml:space="preserve">Граничні показники кредитування бюджету </w:t>
      </w:r>
    </w:p>
    <w:p w:rsidR="00074EDD" w:rsidRPr="00E93423" w:rsidRDefault="00074EDD" w:rsidP="00C6331D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  <w:lang w:val="uk-UA"/>
        </w:rPr>
      </w:pPr>
      <w:r w:rsidRPr="00E93423">
        <w:rPr>
          <w:rFonts w:ascii="Times New Roman" w:hAnsi="Times New Roman"/>
          <w:b/>
          <w:noProof/>
          <w:sz w:val="28"/>
          <w:szCs w:val="28"/>
          <w:lang w:val="uk-UA"/>
        </w:rPr>
        <w:t>за Типовою програмною класифікацією видатків та кредитування місцевого бюджету</w:t>
      </w:r>
    </w:p>
    <w:p w:rsidR="00074EDD" w:rsidRPr="00E93423" w:rsidRDefault="00074EDD" w:rsidP="00C6331D">
      <w:pPr>
        <w:pStyle w:val="Heading3"/>
        <w:spacing w:before="0" w:beforeAutospacing="0" w:after="0" w:afterAutospacing="0"/>
        <w:rPr>
          <w:b w:val="0"/>
          <w:bCs w:val="0"/>
          <w:noProof/>
          <w:sz w:val="28"/>
          <w:szCs w:val="28"/>
        </w:rPr>
      </w:pPr>
      <w:r w:rsidRPr="00E93423">
        <w:rPr>
          <w:b w:val="0"/>
          <w:bCs w:val="0"/>
          <w:noProof/>
          <w:sz w:val="28"/>
          <w:szCs w:val="28"/>
        </w:rPr>
        <w:t>_____</w:t>
      </w:r>
      <w:r>
        <w:rPr>
          <w:b w:val="0"/>
          <w:bCs w:val="0"/>
          <w:noProof/>
          <w:sz w:val="28"/>
          <w:szCs w:val="28"/>
        </w:rPr>
        <w:t>0330120000</w:t>
      </w:r>
      <w:r w:rsidRPr="00E93423">
        <w:rPr>
          <w:b w:val="0"/>
          <w:bCs w:val="0"/>
          <w:noProof/>
          <w:sz w:val="28"/>
          <w:szCs w:val="28"/>
        </w:rPr>
        <w:t>_____________</w:t>
      </w:r>
    </w:p>
    <w:p w:rsidR="00074EDD" w:rsidRPr="00E93423" w:rsidRDefault="00074EDD" w:rsidP="00C6331D">
      <w:pPr>
        <w:spacing w:after="0" w:line="240" w:lineRule="auto"/>
        <w:rPr>
          <w:rFonts w:ascii="Times New Roman" w:hAnsi="Times New Roman"/>
          <w:noProof/>
          <w:sz w:val="24"/>
          <w:szCs w:val="28"/>
          <w:lang w:val="uk-UA"/>
        </w:rPr>
      </w:pPr>
      <w:r w:rsidRPr="00E93423">
        <w:rPr>
          <w:rFonts w:ascii="Times New Roman" w:hAnsi="Times New Roman"/>
          <w:noProof/>
          <w:sz w:val="24"/>
          <w:szCs w:val="28"/>
          <w:lang w:val="uk-UA"/>
        </w:rPr>
        <w:t>(код бюджету)</w:t>
      </w:r>
    </w:p>
    <w:p w:rsidR="00074EDD" w:rsidRPr="005F52C6" w:rsidRDefault="00074EDD" w:rsidP="00C6331D">
      <w:pPr>
        <w:spacing w:after="0" w:line="240" w:lineRule="auto"/>
        <w:jc w:val="right"/>
        <w:rPr>
          <w:rFonts w:ascii="Times New Roman" w:hAnsi="Times New Roman"/>
          <w:noProof/>
          <w:color w:val="FF0000"/>
          <w:sz w:val="24"/>
          <w:szCs w:val="28"/>
          <w:lang w:val="uk-UA"/>
        </w:rPr>
      </w:pPr>
      <w:r w:rsidRPr="00E93423">
        <w:rPr>
          <w:rFonts w:ascii="Times New Roman" w:hAnsi="Times New Roman"/>
          <w:noProof/>
          <w:sz w:val="24"/>
          <w:szCs w:val="28"/>
          <w:lang w:val="uk-UA"/>
        </w:rPr>
        <w:t>(грн)</w:t>
      </w:r>
    </w:p>
    <w:tbl>
      <w:tblPr>
        <w:tblW w:w="1471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1"/>
        <w:gridCol w:w="7767"/>
        <w:gridCol w:w="1134"/>
        <w:gridCol w:w="1560"/>
        <w:gridCol w:w="1134"/>
        <w:gridCol w:w="1134"/>
        <w:gridCol w:w="1139"/>
      </w:tblGrid>
      <w:tr w:rsidR="00074EDD" w:rsidRPr="00E7409B" w:rsidTr="00AB0D2B">
        <w:trPr>
          <w:trHeight w:val="57"/>
          <w:tblHeader/>
        </w:trPr>
        <w:tc>
          <w:tcPr>
            <w:tcW w:w="851" w:type="dxa"/>
          </w:tcPr>
          <w:p w:rsidR="00074EDD" w:rsidRPr="00E7409B" w:rsidRDefault="00074EDD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  <w:t>Код</w:t>
            </w:r>
          </w:p>
        </w:tc>
        <w:tc>
          <w:tcPr>
            <w:tcW w:w="7767" w:type="dxa"/>
          </w:tcPr>
          <w:p w:rsidR="00074EDD" w:rsidRPr="00E7409B" w:rsidRDefault="00074EDD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  <w:t>Найменування</w:t>
            </w:r>
            <w:r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  <w:t xml:space="preserve"> показника</w:t>
            </w:r>
          </w:p>
        </w:tc>
        <w:tc>
          <w:tcPr>
            <w:tcW w:w="1134" w:type="dxa"/>
          </w:tcPr>
          <w:p w:rsidR="00074EDD" w:rsidRPr="00E7409B" w:rsidRDefault="00074EDD" w:rsidP="00AB0D2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7409B">
              <w:rPr>
                <w:sz w:val="20"/>
                <w:szCs w:val="20"/>
              </w:rPr>
              <w:t>20___ рік</w:t>
            </w:r>
          </w:p>
          <w:p w:rsidR="00074EDD" w:rsidRPr="00E7409B" w:rsidRDefault="00074EDD" w:rsidP="00AB0D2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  <w:vertAlign w:val="superscript"/>
              </w:rPr>
            </w:pPr>
            <w:r w:rsidRPr="00E7409B">
              <w:rPr>
                <w:sz w:val="20"/>
                <w:szCs w:val="20"/>
              </w:rPr>
              <w:t>(звіт)</w:t>
            </w:r>
          </w:p>
        </w:tc>
        <w:tc>
          <w:tcPr>
            <w:tcW w:w="1560" w:type="dxa"/>
          </w:tcPr>
          <w:p w:rsidR="00074EDD" w:rsidRPr="00E7409B" w:rsidRDefault="00074EDD" w:rsidP="00AB0D2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7409B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  <w:lang w:val="ru-RU"/>
              </w:rPr>
              <w:t>21</w:t>
            </w:r>
            <w:r w:rsidRPr="00E7409B">
              <w:rPr>
                <w:sz w:val="20"/>
                <w:szCs w:val="20"/>
              </w:rPr>
              <w:t xml:space="preserve"> рік</w:t>
            </w:r>
          </w:p>
          <w:p w:rsidR="00074EDD" w:rsidRPr="00E7409B" w:rsidRDefault="00074EDD" w:rsidP="00AB0D2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7409B">
              <w:rPr>
                <w:sz w:val="20"/>
                <w:szCs w:val="20"/>
              </w:rPr>
              <w:t>(затверджено)</w:t>
            </w:r>
          </w:p>
        </w:tc>
        <w:tc>
          <w:tcPr>
            <w:tcW w:w="1134" w:type="dxa"/>
          </w:tcPr>
          <w:p w:rsidR="00074EDD" w:rsidRPr="00E7409B" w:rsidRDefault="00074EDD" w:rsidP="00AB0D2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7409B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  <w:lang w:val="ru-RU"/>
              </w:rPr>
              <w:t>22</w:t>
            </w:r>
            <w:r w:rsidRPr="00E7409B">
              <w:rPr>
                <w:sz w:val="20"/>
                <w:szCs w:val="20"/>
              </w:rPr>
              <w:t xml:space="preserve"> рік</w:t>
            </w:r>
          </w:p>
          <w:p w:rsidR="00074EDD" w:rsidRPr="00E7409B" w:rsidRDefault="00074EDD" w:rsidP="00AB0D2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7409B">
              <w:rPr>
                <w:sz w:val="20"/>
                <w:szCs w:val="20"/>
              </w:rPr>
              <w:t>(план)</w:t>
            </w:r>
          </w:p>
        </w:tc>
        <w:tc>
          <w:tcPr>
            <w:tcW w:w="1134" w:type="dxa"/>
          </w:tcPr>
          <w:p w:rsidR="00074EDD" w:rsidRPr="00E7409B" w:rsidRDefault="00074EDD" w:rsidP="00AB0D2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7409B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  <w:lang w:val="ru-RU"/>
              </w:rPr>
              <w:t>23</w:t>
            </w:r>
            <w:r w:rsidRPr="00E7409B">
              <w:rPr>
                <w:sz w:val="20"/>
                <w:szCs w:val="20"/>
              </w:rPr>
              <w:t xml:space="preserve"> рік</w:t>
            </w:r>
          </w:p>
          <w:p w:rsidR="00074EDD" w:rsidRPr="00E7409B" w:rsidRDefault="00074EDD" w:rsidP="00AB0D2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7409B">
              <w:rPr>
                <w:sz w:val="20"/>
                <w:szCs w:val="20"/>
              </w:rPr>
              <w:t>(план)</w:t>
            </w:r>
          </w:p>
        </w:tc>
        <w:tc>
          <w:tcPr>
            <w:tcW w:w="1139" w:type="dxa"/>
          </w:tcPr>
          <w:p w:rsidR="00074EDD" w:rsidRPr="00E7409B" w:rsidRDefault="00074EDD" w:rsidP="00AB0D2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7409B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  <w:lang w:val="ru-RU"/>
              </w:rPr>
              <w:t>24</w:t>
            </w:r>
            <w:bookmarkStart w:id="0" w:name="_GoBack"/>
            <w:bookmarkEnd w:id="0"/>
            <w:r w:rsidRPr="00E7409B">
              <w:rPr>
                <w:sz w:val="20"/>
                <w:szCs w:val="20"/>
              </w:rPr>
              <w:t xml:space="preserve"> рік</w:t>
            </w:r>
          </w:p>
          <w:p w:rsidR="00074EDD" w:rsidRPr="00E7409B" w:rsidRDefault="00074EDD" w:rsidP="00AB0D2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7409B">
              <w:rPr>
                <w:sz w:val="20"/>
                <w:szCs w:val="20"/>
              </w:rPr>
              <w:t>(план)</w:t>
            </w:r>
          </w:p>
        </w:tc>
      </w:tr>
      <w:tr w:rsidR="00074EDD" w:rsidRPr="00E7409B" w:rsidTr="00AB0D2B">
        <w:trPr>
          <w:trHeight w:val="315"/>
          <w:tblHeader/>
        </w:trPr>
        <w:tc>
          <w:tcPr>
            <w:tcW w:w="851" w:type="dxa"/>
          </w:tcPr>
          <w:p w:rsidR="00074EDD" w:rsidRPr="00E7409B" w:rsidRDefault="00074EDD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  <w:t>1</w:t>
            </w:r>
          </w:p>
        </w:tc>
        <w:tc>
          <w:tcPr>
            <w:tcW w:w="7767" w:type="dxa"/>
          </w:tcPr>
          <w:p w:rsidR="00074EDD" w:rsidRPr="00E7409B" w:rsidRDefault="00074EDD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  <w:t>2</w:t>
            </w:r>
          </w:p>
        </w:tc>
        <w:tc>
          <w:tcPr>
            <w:tcW w:w="1134" w:type="dxa"/>
          </w:tcPr>
          <w:p w:rsidR="00074EDD" w:rsidRPr="00E7409B" w:rsidRDefault="00074EDD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  <w:t>3</w:t>
            </w:r>
          </w:p>
        </w:tc>
        <w:tc>
          <w:tcPr>
            <w:tcW w:w="1560" w:type="dxa"/>
          </w:tcPr>
          <w:p w:rsidR="00074EDD" w:rsidRPr="00E7409B" w:rsidRDefault="00074EDD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  <w:t>4</w:t>
            </w:r>
          </w:p>
        </w:tc>
        <w:tc>
          <w:tcPr>
            <w:tcW w:w="1134" w:type="dxa"/>
          </w:tcPr>
          <w:p w:rsidR="00074EDD" w:rsidRPr="00E7409B" w:rsidRDefault="00074EDD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  <w:t>5</w:t>
            </w:r>
          </w:p>
        </w:tc>
        <w:tc>
          <w:tcPr>
            <w:tcW w:w="1134" w:type="dxa"/>
          </w:tcPr>
          <w:p w:rsidR="00074EDD" w:rsidRPr="00E7409B" w:rsidRDefault="00074EDD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  <w:t>6</w:t>
            </w:r>
          </w:p>
        </w:tc>
        <w:tc>
          <w:tcPr>
            <w:tcW w:w="1139" w:type="dxa"/>
          </w:tcPr>
          <w:p w:rsidR="00074EDD" w:rsidRPr="00E7409B" w:rsidRDefault="00074EDD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  <w:t>7</w:t>
            </w:r>
          </w:p>
        </w:tc>
      </w:tr>
      <w:tr w:rsidR="00074EDD" w:rsidRPr="00E7409B" w:rsidTr="00AB0D2B">
        <w:trPr>
          <w:trHeight w:val="315"/>
        </w:trPr>
        <w:tc>
          <w:tcPr>
            <w:tcW w:w="851" w:type="dxa"/>
            <w:vAlign w:val="center"/>
          </w:tcPr>
          <w:p w:rsidR="00074EDD" w:rsidRPr="00E7409B" w:rsidRDefault="00074ED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8800</w:t>
            </w:r>
          </w:p>
        </w:tc>
        <w:tc>
          <w:tcPr>
            <w:tcW w:w="7767" w:type="dxa"/>
            <w:vAlign w:val="center"/>
          </w:tcPr>
          <w:p w:rsidR="00074EDD" w:rsidRPr="00E7409B" w:rsidRDefault="00074EDD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Повернення кредитів</w:t>
            </w:r>
            <w:r w:rsidRPr="00E7409B"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, у тому числі:</w:t>
            </w:r>
          </w:p>
        </w:tc>
        <w:tc>
          <w:tcPr>
            <w:tcW w:w="1134" w:type="dxa"/>
            <w:vAlign w:val="center"/>
          </w:tcPr>
          <w:p w:rsidR="00074EDD" w:rsidRPr="00E7409B" w:rsidRDefault="00074ED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074EDD" w:rsidRPr="00E7409B" w:rsidRDefault="00074ED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074EDD" w:rsidRPr="00E7409B" w:rsidRDefault="00074ED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074EDD" w:rsidRPr="00E7409B" w:rsidRDefault="00074ED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9" w:type="dxa"/>
            <w:vAlign w:val="center"/>
          </w:tcPr>
          <w:p w:rsidR="00074EDD" w:rsidRPr="00E7409B" w:rsidRDefault="00074ED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  <w:tr w:rsidR="00074EDD" w:rsidRPr="00E7409B" w:rsidTr="00AB0D2B">
        <w:trPr>
          <w:trHeight w:val="315"/>
        </w:trPr>
        <w:tc>
          <w:tcPr>
            <w:tcW w:w="851" w:type="dxa"/>
            <w:vAlign w:val="center"/>
          </w:tcPr>
          <w:p w:rsidR="00074EDD" w:rsidRPr="00E7409B" w:rsidRDefault="00074ED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7767" w:type="dxa"/>
            <w:vAlign w:val="center"/>
          </w:tcPr>
          <w:p w:rsidR="00074EDD" w:rsidRPr="00E7409B" w:rsidRDefault="00074EDD" w:rsidP="00AB0D2B">
            <w:pPr>
              <w:spacing w:after="0" w:line="240" w:lineRule="auto"/>
              <w:ind w:left="28" w:right="25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  <w:t>загальний фонд</w:t>
            </w:r>
          </w:p>
        </w:tc>
        <w:tc>
          <w:tcPr>
            <w:tcW w:w="1134" w:type="dxa"/>
            <w:vAlign w:val="center"/>
          </w:tcPr>
          <w:p w:rsidR="00074EDD" w:rsidRPr="00E7409B" w:rsidRDefault="00074ED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074EDD" w:rsidRPr="00E7409B" w:rsidRDefault="00074ED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074EDD" w:rsidRPr="00E7409B" w:rsidRDefault="00074ED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074EDD" w:rsidRPr="00E7409B" w:rsidRDefault="00074ED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9" w:type="dxa"/>
            <w:vAlign w:val="center"/>
          </w:tcPr>
          <w:p w:rsidR="00074EDD" w:rsidRPr="00E7409B" w:rsidRDefault="00074ED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  <w:tr w:rsidR="00074EDD" w:rsidRPr="00E7409B" w:rsidTr="00AB0D2B">
        <w:trPr>
          <w:trHeight w:val="315"/>
        </w:trPr>
        <w:tc>
          <w:tcPr>
            <w:tcW w:w="851" w:type="dxa"/>
            <w:noWrap/>
            <w:vAlign w:val="center"/>
          </w:tcPr>
          <w:p w:rsidR="00074EDD" w:rsidRPr="00E7409B" w:rsidRDefault="00074EDD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7767" w:type="dxa"/>
            <w:vAlign w:val="center"/>
          </w:tcPr>
          <w:p w:rsidR="00074EDD" w:rsidRPr="00E7409B" w:rsidRDefault="00074EDD" w:rsidP="00AB0D2B">
            <w:pPr>
              <w:spacing w:after="0" w:line="240" w:lineRule="auto"/>
              <w:ind w:left="28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  <w:t>спеціальний фонд</w:t>
            </w:r>
          </w:p>
        </w:tc>
        <w:tc>
          <w:tcPr>
            <w:tcW w:w="1134" w:type="dxa"/>
            <w:vAlign w:val="center"/>
          </w:tcPr>
          <w:p w:rsidR="00074EDD" w:rsidRPr="00E7409B" w:rsidRDefault="00074ED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074EDD" w:rsidRPr="00E7409B" w:rsidRDefault="00074ED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074EDD" w:rsidRPr="00E7409B" w:rsidRDefault="00074ED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074EDD" w:rsidRPr="00E7409B" w:rsidRDefault="00074ED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9" w:type="dxa"/>
            <w:vAlign w:val="center"/>
          </w:tcPr>
          <w:p w:rsidR="00074EDD" w:rsidRPr="00E7409B" w:rsidRDefault="00074ED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  <w:tr w:rsidR="00074EDD" w:rsidRPr="00E7409B" w:rsidTr="00AB0D2B">
        <w:trPr>
          <w:trHeight w:val="315"/>
        </w:trPr>
        <w:tc>
          <w:tcPr>
            <w:tcW w:w="851" w:type="dxa"/>
            <w:vAlign w:val="center"/>
          </w:tcPr>
          <w:p w:rsidR="00074EDD" w:rsidRPr="00E7409B" w:rsidRDefault="00074ED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8800</w:t>
            </w:r>
          </w:p>
        </w:tc>
        <w:tc>
          <w:tcPr>
            <w:tcW w:w="7767" w:type="dxa"/>
            <w:vAlign w:val="center"/>
          </w:tcPr>
          <w:p w:rsidR="00074EDD" w:rsidRPr="00E7409B" w:rsidRDefault="00074EDD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Надання кредитів</w:t>
            </w:r>
            <w:r w:rsidRPr="00E7409B"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, у тому числі:</w:t>
            </w:r>
          </w:p>
        </w:tc>
        <w:tc>
          <w:tcPr>
            <w:tcW w:w="1134" w:type="dxa"/>
            <w:vAlign w:val="center"/>
          </w:tcPr>
          <w:p w:rsidR="00074EDD" w:rsidRPr="00E7409B" w:rsidRDefault="00074ED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074EDD" w:rsidRPr="00E7409B" w:rsidRDefault="00074ED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074EDD" w:rsidRPr="00E7409B" w:rsidRDefault="00074ED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074EDD" w:rsidRPr="00E7409B" w:rsidRDefault="00074ED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9" w:type="dxa"/>
            <w:vAlign w:val="center"/>
          </w:tcPr>
          <w:p w:rsidR="00074EDD" w:rsidRPr="00E7409B" w:rsidRDefault="00074ED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  <w:tr w:rsidR="00074EDD" w:rsidRPr="00E7409B" w:rsidTr="00AB0D2B">
        <w:trPr>
          <w:trHeight w:val="315"/>
        </w:trPr>
        <w:tc>
          <w:tcPr>
            <w:tcW w:w="851" w:type="dxa"/>
            <w:vAlign w:val="center"/>
          </w:tcPr>
          <w:p w:rsidR="00074EDD" w:rsidRPr="00E7409B" w:rsidRDefault="00074ED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7767" w:type="dxa"/>
            <w:vAlign w:val="center"/>
          </w:tcPr>
          <w:p w:rsidR="00074EDD" w:rsidRPr="00E7409B" w:rsidRDefault="00074EDD" w:rsidP="00AB0D2B">
            <w:pPr>
              <w:spacing w:after="0" w:line="240" w:lineRule="auto"/>
              <w:ind w:left="28" w:right="25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  <w:t>загальний фонд</w:t>
            </w:r>
          </w:p>
        </w:tc>
        <w:tc>
          <w:tcPr>
            <w:tcW w:w="1134" w:type="dxa"/>
            <w:vAlign w:val="center"/>
          </w:tcPr>
          <w:p w:rsidR="00074EDD" w:rsidRPr="00E7409B" w:rsidRDefault="00074ED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074EDD" w:rsidRPr="00E7409B" w:rsidRDefault="00074ED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074EDD" w:rsidRPr="00E7409B" w:rsidRDefault="00074ED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074EDD" w:rsidRPr="00E7409B" w:rsidRDefault="00074ED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9" w:type="dxa"/>
            <w:vAlign w:val="center"/>
          </w:tcPr>
          <w:p w:rsidR="00074EDD" w:rsidRPr="00E7409B" w:rsidRDefault="00074ED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  <w:tr w:rsidR="00074EDD" w:rsidRPr="00E7409B" w:rsidTr="00AB0D2B">
        <w:trPr>
          <w:trHeight w:val="315"/>
        </w:trPr>
        <w:tc>
          <w:tcPr>
            <w:tcW w:w="851" w:type="dxa"/>
            <w:noWrap/>
            <w:vAlign w:val="center"/>
          </w:tcPr>
          <w:p w:rsidR="00074EDD" w:rsidRPr="00E7409B" w:rsidRDefault="00074EDD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7767" w:type="dxa"/>
            <w:vAlign w:val="center"/>
          </w:tcPr>
          <w:p w:rsidR="00074EDD" w:rsidRPr="00E7409B" w:rsidRDefault="00074EDD" w:rsidP="00AB0D2B">
            <w:pPr>
              <w:spacing w:after="0" w:line="240" w:lineRule="auto"/>
              <w:ind w:left="28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  <w:t>спеціальний фонд</w:t>
            </w:r>
          </w:p>
        </w:tc>
        <w:tc>
          <w:tcPr>
            <w:tcW w:w="1134" w:type="dxa"/>
            <w:vAlign w:val="center"/>
          </w:tcPr>
          <w:p w:rsidR="00074EDD" w:rsidRPr="00E7409B" w:rsidRDefault="00074ED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074EDD" w:rsidRPr="00E7409B" w:rsidRDefault="00074ED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074EDD" w:rsidRPr="00E7409B" w:rsidRDefault="00074ED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074EDD" w:rsidRPr="00E7409B" w:rsidRDefault="00074ED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9" w:type="dxa"/>
            <w:vAlign w:val="center"/>
          </w:tcPr>
          <w:p w:rsidR="00074EDD" w:rsidRPr="00E7409B" w:rsidRDefault="00074ED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  <w:tr w:rsidR="00074EDD" w:rsidRPr="00E7409B" w:rsidTr="00AB0D2B">
        <w:trPr>
          <w:trHeight w:val="315"/>
        </w:trPr>
        <w:tc>
          <w:tcPr>
            <w:tcW w:w="851" w:type="dxa"/>
            <w:vAlign w:val="center"/>
          </w:tcPr>
          <w:p w:rsidR="00074EDD" w:rsidRPr="00E7409B" w:rsidRDefault="00074ED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8800</w:t>
            </w:r>
          </w:p>
        </w:tc>
        <w:tc>
          <w:tcPr>
            <w:tcW w:w="7767" w:type="dxa"/>
            <w:vAlign w:val="center"/>
          </w:tcPr>
          <w:p w:rsidR="00074EDD" w:rsidRPr="00E7409B" w:rsidRDefault="00074EDD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Кредитування (результат),</w:t>
            </w:r>
            <w:r w:rsidRPr="00E7409B"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 xml:space="preserve"> у тому числі:</w:t>
            </w:r>
          </w:p>
        </w:tc>
        <w:tc>
          <w:tcPr>
            <w:tcW w:w="1134" w:type="dxa"/>
            <w:vAlign w:val="center"/>
          </w:tcPr>
          <w:p w:rsidR="00074EDD" w:rsidRPr="00E7409B" w:rsidRDefault="00074ED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074EDD" w:rsidRPr="00E7409B" w:rsidRDefault="00074ED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074EDD" w:rsidRPr="00E7409B" w:rsidRDefault="00074ED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074EDD" w:rsidRPr="00E7409B" w:rsidRDefault="00074ED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9" w:type="dxa"/>
            <w:vAlign w:val="center"/>
          </w:tcPr>
          <w:p w:rsidR="00074EDD" w:rsidRPr="00E7409B" w:rsidRDefault="00074ED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  <w:tr w:rsidR="00074EDD" w:rsidRPr="00E7409B" w:rsidTr="00AB0D2B">
        <w:trPr>
          <w:trHeight w:val="315"/>
        </w:trPr>
        <w:tc>
          <w:tcPr>
            <w:tcW w:w="851" w:type="dxa"/>
            <w:vAlign w:val="center"/>
          </w:tcPr>
          <w:p w:rsidR="00074EDD" w:rsidRPr="00E7409B" w:rsidRDefault="00074ED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7767" w:type="dxa"/>
            <w:vAlign w:val="center"/>
          </w:tcPr>
          <w:p w:rsidR="00074EDD" w:rsidRPr="00E7409B" w:rsidRDefault="00074EDD" w:rsidP="00AB0D2B">
            <w:pPr>
              <w:spacing w:after="0" w:line="240" w:lineRule="auto"/>
              <w:ind w:left="28" w:right="25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  <w:t>загальний фонд</w:t>
            </w:r>
          </w:p>
        </w:tc>
        <w:tc>
          <w:tcPr>
            <w:tcW w:w="1134" w:type="dxa"/>
            <w:vAlign w:val="center"/>
          </w:tcPr>
          <w:p w:rsidR="00074EDD" w:rsidRPr="00E7409B" w:rsidRDefault="00074ED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074EDD" w:rsidRPr="00E7409B" w:rsidRDefault="00074ED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074EDD" w:rsidRPr="00E7409B" w:rsidRDefault="00074ED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074EDD" w:rsidRPr="00E7409B" w:rsidRDefault="00074ED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9" w:type="dxa"/>
            <w:vAlign w:val="center"/>
          </w:tcPr>
          <w:p w:rsidR="00074EDD" w:rsidRPr="00E7409B" w:rsidRDefault="00074ED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  <w:tr w:rsidR="00074EDD" w:rsidRPr="00E7409B" w:rsidTr="00AB0D2B">
        <w:trPr>
          <w:trHeight w:val="315"/>
        </w:trPr>
        <w:tc>
          <w:tcPr>
            <w:tcW w:w="851" w:type="dxa"/>
            <w:noWrap/>
            <w:vAlign w:val="center"/>
          </w:tcPr>
          <w:p w:rsidR="00074EDD" w:rsidRPr="00E7409B" w:rsidRDefault="00074EDD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7767" w:type="dxa"/>
            <w:vAlign w:val="center"/>
          </w:tcPr>
          <w:p w:rsidR="00074EDD" w:rsidRPr="00E7409B" w:rsidRDefault="00074EDD" w:rsidP="00AB0D2B">
            <w:pPr>
              <w:spacing w:after="0" w:line="240" w:lineRule="auto"/>
              <w:ind w:left="28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  <w:t>спеціальний фонд</w:t>
            </w:r>
          </w:p>
        </w:tc>
        <w:tc>
          <w:tcPr>
            <w:tcW w:w="1134" w:type="dxa"/>
            <w:vAlign w:val="center"/>
          </w:tcPr>
          <w:p w:rsidR="00074EDD" w:rsidRPr="00E7409B" w:rsidRDefault="00074ED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074EDD" w:rsidRPr="00E7409B" w:rsidRDefault="00074ED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074EDD" w:rsidRPr="00E7409B" w:rsidRDefault="00074ED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074EDD" w:rsidRPr="00E7409B" w:rsidRDefault="00074ED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9" w:type="dxa"/>
            <w:vAlign w:val="center"/>
          </w:tcPr>
          <w:p w:rsidR="00074EDD" w:rsidRPr="00E7409B" w:rsidRDefault="00074ED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</w:tbl>
    <w:p w:rsidR="00074EDD" w:rsidRDefault="00074EDD" w:rsidP="00634C74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074EDD" w:rsidRDefault="00074EDD" w:rsidP="00634C74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074EDD" w:rsidRDefault="00074EDD" w:rsidP="00634C74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074EDD" w:rsidRPr="00E7409B" w:rsidRDefault="00074EDD" w:rsidP="00634C74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074EDD" w:rsidRDefault="00074EDD" w:rsidP="00A21D23">
      <w:pPr>
        <w:jc w:val="center"/>
      </w:pPr>
      <w:r>
        <w:rPr>
          <w:rFonts w:ascii="Times New Roman" w:hAnsi="Times New Roman"/>
          <w:sz w:val="28"/>
          <w:szCs w:val="28"/>
          <w:lang w:val="uk-UA"/>
        </w:rPr>
        <w:t>________________________________________________________________</w:t>
      </w:r>
    </w:p>
    <w:sectPr w:rsidR="00074EDD" w:rsidSect="00B64CB5">
      <w:headerReference w:type="default" r:id="rId6"/>
      <w:pgSz w:w="16838" w:h="11906" w:orient="landscape"/>
      <w:pgMar w:top="1134" w:right="998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4EDD" w:rsidRDefault="00074EDD" w:rsidP="00CC65C7">
      <w:pPr>
        <w:spacing w:after="0" w:line="240" w:lineRule="auto"/>
      </w:pPr>
      <w:r>
        <w:separator/>
      </w:r>
    </w:p>
  </w:endnote>
  <w:endnote w:type="continuationSeparator" w:id="0">
    <w:p w:rsidR="00074EDD" w:rsidRDefault="00074EDD" w:rsidP="00CC6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4EDD" w:rsidRDefault="00074EDD" w:rsidP="00CC65C7">
      <w:pPr>
        <w:spacing w:after="0" w:line="240" w:lineRule="auto"/>
      </w:pPr>
      <w:r>
        <w:separator/>
      </w:r>
    </w:p>
  </w:footnote>
  <w:footnote w:type="continuationSeparator" w:id="0">
    <w:p w:rsidR="00074EDD" w:rsidRDefault="00074EDD" w:rsidP="00CC65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4EDD" w:rsidRPr="00CC65C7" w:rsidRDefault="00074EDD" w:rsidP="00CC65C7">
    <w:pPr>
      <w:pStyle w:val="Header"/>
      <w:jc w:val="right"/>
      <w:rPr>
        <w:rFonts w:ascii="Times New Roman" w:hAnsi="Times New Roman"/>
        <w:sz w:val="24"/>
        <w:szCs w:val="24"/>
      </w:rPr>
    </w:pPr>
    <w:r>
      <w:t xml:space="preserve">                                                                                                                                   </w:t>
    </w:r>
    <w:r w:rsidRPr="00CC65C7">
      <w:rPr>
        <w:rFonts w:ascii="Times New Roman" w:hAnsi="Times New Roman"/>
        <w:sz w:val="24"/>
        <w:szCs w:val="24"/>
      </w:rPr>
      <w:fldChar w:fldCharType="begin"/>
    </w:r>
    <w:r w:rsidRPr="00CC65C7">
      <w:rPr>
        <w:rFonts w:ascii="Times New Roman" w:hAnsi="Times New Roman"/>
        <w:sz w:val="24"/>
        <w:szCs w:val="24"/>
      </w:rPr>
      <w:instrText>PAGE   \* MERGEFORMAT</w:instrText>
    </w:r>
    <w:r w:rsidRPr="00CC65C7"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2</w:t>
    </w:r>
    <w:r w:rsidRPr="00CC65C7">
      <w:rPr>
        <w:rFonts w:ascii="Times New Roman" w:hAnsi="Times New Roman"/>
        <w:sz w:val="24"/>
        <w:szCs w:val="24"/>
      </w:rPr>
      <w:fldChar w:fldCharType="end"/>
    </w:r>
    <w:r>
      <w:rPr>
        <w:rFonts w:ascii="Times New Roman" w:hAnsi="Times New Roman"/>
        <w:sz w:val="24"/>
        <w:szCs w:val="24"/>
      </w:rPr>
      <w:t xml:space="preserve"> </w:t>
    </w:r>
    <w:r w:rsidRPr="00CC65C7">
      <w:rPr>
        <w:rFonts w:ascii="Times New Roman" w:hAnsi="Times New Roman"/>
        <w:sz w:val="24"/>
        <w:szCs w:val="24"/>
      </w:rPr>
      <w:t xml:space="preserve">                                                    </w:t>
    </w:r>
    <w:r>
      <w:rPr>
        <w:rFonts w:ascii="Times New Roman" w:hAnsi="Times New Roman"/>
        <w:sz w:val="24"/>
        <w:szCs w:val="24"/>
      </w:rPr>
      <w:t xml:space="preserve">                    </w:t>
    </w:r>
    <w:r w:rsidRPr="00CC65C7">
      <w:rPr>
        <w:rFonts w:ascii="Times New Roman" w:hAnsi="Times New Roman"/>
        <w:sz w:val="24"/>
        <w:szCs w:val="24"/>
      </w:rPr>
      <w:t xml:space="preserve">          продовження додат</w:t>
    </w:r>
    <w:r>
      <w:rPr>
        <w:rFonts w:ascii="Times New Roman" w:hAnsi="Times New Roman"/>
        <w:sz w:val="24"/>
        <w:szCs w:val="24"/>
      </w:rPr>
      <w:t>ка 3</w:t>
    </w:r>
  </w:p>
  <w:p w:rsidR="00074EDD" w:rsidRDefault="00074ED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65C7"/>
    <w:rsid w:val="00035CE8"/>
    <w:rsid w:val="00062A47"/>
    <w:rsid w:val="00074EDD"/>
    <w:rsid w:val="00090CF1"/>
    <w:rsid w:val="000F0B9B"/>
    <w:rsid w:val="0012543C"/>
    <w:rsid w:val="001E3FE8"/>
    <w:rsid w:val="00276945"/>
    <w:rsid w:val="00347AE9"/>
    <w:rsid w:val="0040742E"/>
    <w:rsid w:val="00460A2A"/>
    <w:rsid w:val="00515692"/>
    <w:rsid w:val="005F52C6"/>
    <w:rsid w:val="00634C74"/>
    <w:rsid w:val="006F2B31"/>
    <w:rsid w:val="007B499E"/>
    <w:rsid w:val="007D27A0"/>
    <w:rsid w:val="008812FA"/>
    <w:rsid w:val="008A7C41"/>
    <w:rsid w:val="008E1EF7"/>
    <w:rsid w:val="00966BD7"/>
    <w:rsid w:val="00971CB8"/>
    <w:rsid w:val="009E2328"/>
    <w:rsid w:val="009F6E01"/>
    <w:rsid w:val="00A21D23"/>
    <w:rsid w:val="00AB0D2B"/>
    <w:rsid w:val="00AD0F5D"/>
    <w:rsid w:val="00B3254C"/>
    <w:rsid w:val="00B64CB5"/>
    <w:rsid w:val="00C6331D"/>
    <w:rsid w:val="00C76CE0"/>
    <w:rsid w:val="00CC65C7"/>
    <w:rsid w:val="00CF4CE0"/>
    <w:rsid w:val="00D66BA2"/>
    <w:rsid w:val="00DA0D0C"/>
    <w:rsid w:val="00E7409B"/>
    <w:rsid w:val="00E93423"/>
    <w:rsid w:val="00F70842"/>
    <w:rsid w:val="00F91AAF"/>
    <w:rsid w:val="00FB59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59A4"/>
    <w:pPr>
      <w:spacing w:after="200" w:line="276" w:lineRule="auto"/>
    </w:pPr>
    <w:rPr>
      <w:rFonts w:eastAsia="Times New Roman"/>
    </w:rPr>
  </w:style>
  <w:style w:type="paragraph" w:styleId="Heading3">
    <w:name w:val="heading 3"/>
    <w:basedOn w:val="Normal"/>
    <w:link w:val="Heading3Char"/>
    <w:uiPriority w:val="99"/>
    <w:qFormat/>
    <w:rsid w:val="00FB59A4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uk-UA"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FB59A4"/>
    <w:rPr>
      <w:rFonts w:ascii="Times New Roman" w:hAnsi="Times New Roman" w:cs="Times New Roman"/>
      <w:b/>
      <w:bCs/>
      <w:sz w:val="27"/>
      <w:szCs w:val="27"/>
      <w:lang w:eastAsia="uk-UA"/>
    </w:rPr>
  </w:style>
  <w:style w:type="paragraph" w:styleId="Header">
    <w:name w:val="header"/>
    <w:basedOn w:val="Normal"/>
    <w:link w:val="HeaderChar"/>
    <w:uiPriority w:val="99"/>
    <w:rsid w:val="00CC65C7"/>
    <w:pPr>
      <w:tabs>
        <w:tab w:val="center" w:pos="4819"/>
        <w:tab w:val="right" w:pos="9639"/>
      </w:tabs>
      <w:spacing w:after="0" w:line="240" w:lineRule="auto"/>
    </w:pPr>
    <w:rPr>
      <w:rFonts w:eastAsia="Calibri"/>
      <w:lang w:val="uk-UA"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C65C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C65C7"/>
    <w:pPr>
      <w:tabs>
        <w:tab w:val="center" w:pos="4819"/>
        <w:tab w:val="right" w:pos="9639"/>
      </w:tabs>
      <w:spacing w:after="0" w:line="240" w:lineRule="auto"/>
    </w:pPr>
    <w:rPr>
      <w:rFonts w:eastAsia="Calibri"/>
      <w:lang w:val="uk-UA"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C65C7"/>
    <w:rPr>
      <w:rFonts w:cs="Times New Roman"/>
    </w:rPr>
  </w:style>
  <w:style w:type="paragraph" w:styleId="NormalWeb">
    <w:name w:val="Normal (Web)"/>
    <w:aliases w:val="Обычный (Web)"/>
    <w:basedOn w:val="Normal"/>
    <w:uiPriority w:val="99"/>
    <w:rsid w:val="00FB59A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8437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37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1</Pages>
  <Words>162</Words>
  <Characters>928</Characters>
  <Application>Microsoft Office Outlook</Application>
  <DocSecurity>0</DocSecurity>
  <Lines>0</Lines>
  <Paragraphs>0</Paragraphs>
  <ScaleCrop>false</ScaleCrop>
  <Company>Ministry of Finance of Ukraine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8</dc:title>
  <dc:subject/>
  <dc:creator>Degterova</dc:creator>
  <cp:keywords/>
  <dc:description/>
  <cp:lastModifiedBy>Боруцька</cp:lastModifiedBy>
  <cp:revision>6</cp:revision>
  <dcterms:created xsi:type="dcterms:W3CDTF">2021-08-11T09:39:00Z</dcterms:created>
  <dcterms:modified xsi:type="dcterms:W3CDTF">2021-08-12T11:38:00Z</dcterms:modified>
</cp:coreProperties>
</file>